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02" w:rsidRDefault="005F689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89EA49" wp14:editId="3AEDE3BD">
                <wp:simplePos x="0" y="0"/>
                <wp:positionH relativeFrom="column">
                  <wp:posOffset>4250718</wp:posOffset>
                </wp:positionH>
                <wp:positionV relativeFrom="paragraph">
                  <wp:posOffset>1803163</wp:posOffset>
                </wp:positionV>
                <wp:extent cx="1875124" cy="540147"/>
                <wp:effectExtent l="0" t="400050" r="0" b="4127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39182">
                          <a:off x="0" y="0"/>
                          <a:ext cx="1875124" cy="540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6892" w:rsidRPr="005F6892" w:rsidRDefault="005F6892" w:rsidP="005F6892">
                            <w:pPr>
                              <w:jc w:val="center"/>
                              <w:rPr>
                                <w:b/>
                                <w:noProof/>
                                <w:sz w:val="56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F6892">
                              <w:rPr>
                                <w:b/>
                                <w:noProof/>
                                <w:sz w:val="56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Book Talk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334.7pt;margin-top:142pt;width:147.65pt;height:42.55pt;rotation:-2032509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" filled="f" stroked="f">
                <v:fill o:detectmouseclick="t"/>
                <v:textbox>
                  <w:txbxContent>
                    <w:p w:rsidR="005F6892" w:rsidRPr="005F6892" w:rsidRDefault="005F6892" w:rsidP="005F6892">
                      <w:pPr>
                        <w:jc w:val="center"/>
                        <w:rPr>
                          <w:b/>
                          <w:noProof/>
                          <w:sz w:val="56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F6892">
                        <w:rPr>
                          <w:b/>
                          <w:noProof/>
                          <w:sz w:val="56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Book Talk</w:t>
                      </w:r>
                    </w:p>
                  </w:txbxContent>
                </v:textbox>
              </v:shape>
            </w:pict>
          </mc:Fallback>
        </mc:AlternateContent>
      </w:r>
      <w:r w:rsidR="002924B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652089" wp14:editId="499DE908">
                <wp:simplePos x="0" y="0"/>
                <wp:positionH relativeFrom="column">
                  <wp:posOffset>-774065</wp:posOffset>
                </wp:positionH>
                <wp:positionV relativeFrom="paragraph">
                  <wp:posOffset>2920365</wp:posOffset>
                </wp:positionV>
                <wp:extent cx="6987540" cy="1391920"/>
                <wp:effectExtent l="0" t="0" r="22860" b="1778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7540" cy="139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4BA" w:rsidRDefault="002924BA">
                            <w:pPr>
                              <w:rPr>
                                <w:b/>
                                <w:i/>
                                <w:sz w:val="36"/>
                                <w:u w:val="single"/>
                              </w:rPr>
                            </w:pPr>
                            <w:r w:rsidRPr="002924BA">
                              <w:rPr>
                                <w:b/>
                                <w:i/>
                                <w:sz w:val="36"/>
                                <w:u w:val="single"/>
                              </w:rPr>
                              <w:t>Complete the info below to be eligible for quarterly prizes!!</w:t>
                            </w:r>
                          </w:p>
                          <w:p w:rsidR="002924BA" w:rsidRPr="002924BA" w:rsidRDefault="002924BA">
                            <w:pPr>
                              <w:rPr>
                                <w:b/>
                                <w:i/>
                                <w:sz w:val="40"/>
                                <w:u w:val="single"/>
                              </w:rPr>
                            </w:pPr>
                          </w:p>
                          <w:p w:rsidR="002924BA" w:rsidRDefault="002924BA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Name: _______________________   Grade</w:t>
                            </w:r>
                            <w:proofErr w:type="gramStart"/>
                            <w:r>
                              <w:rPr>
                                <w:sz w:val="40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40"/>
                              </w:rPr>
                              <w:t>______________</w:t>
                            </w:r>
                          </w:p>
                          <w:p w:rsidR="002924BA" w:rsidRDefault="002924BA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Book Title: _________________________________</w:t>
                            </w:r>
                          </w:p>
                          <w:p w:rsidR="002924BA" w:rsidRPr="002924BA" w:rsidRDefault="002924BA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60.95pt;margin-top:229.95pt;width:550.2pt;height:109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">
                <v:textbox>
                  <w:txbxContent>
                    <w:p w:rsidR="002924BA" w:rsidRDefault="002924BA">
                      <w:pPr>
                        <w:rPr>
                          <w:b/>
                          <w:i/>
                          <w:sz w:val="36"/>
                          <w:u w:val="single"/>
                        </w:rPr>
                      </w:pPr>
                      <w:r w:rsidRPr="002924BA">
                        <w:rPr>
                          <w:b/>
                          <w:i/>
                          <w:sz w:val="36"/>
                          <w:u w:val="single"/>
                        </w:rPr>
                        <w:t>Complete the info below to be eligible for quarterly prizes!!</w:t>
                      </w:r>
                    </w:p>
                    <w:p w:rsidR="002924BA" w:rsidRPr="002924BA" w:rsidRDefault="002924BA">
                      <w:pPr>
                        <w:rPr>
                          <w:b/>
                          <w:i/>
                          <w:sz w:val="40"/>
                          <w:u w:val="single"/>
                        </w:rPr>
                      </w:pPr>
                    </w:p>
                    <w:p w:rsidR="002924BA" w:rsidRDefault="002924BA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Name: _______________________   Grade</w:t>
                      </w:r>
                      <w:proofErr w:type="gramStart"/>
                      <w:r>
                        <w:rPr>
                          <w:sz w:val="40"/>
                        </w:rPr>
                        <w:t>:_</w:t>
                      </w:r>
                      <w:proofErr w:type="gramEnd"/>
                      <w:r>
                        <w:rPr>
                          <w:sz w:val="40"/>
                        </w:rPr>
                        <w:t>______________</w:t>
                      </w:r>
                    </w:p>
                    <w:p w:rsidR="002924BA" w:rsidRDefault="002924BA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Book Title: _________________________________</w:t>
                      </w:r>
                    </w:p>
                    <w:p w:rsidR="002924BA" w:rsidRPr="002924BA" w:rsidRDefault="002924BA">
                      <w:pPr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24B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F2E553" wp14:editId="745462A3">
                <wp:simplePos x="0" y="0"/>
                <wp:positionH relativeFrom="column">
                  <wp:posOffset>-910590</wp:posOffset>
                </wp:positionH>
                <wp:positionV relativeFrom="paragraph">
                  <wp:posOffset>2892425</wp:posOffset>
                </wp:positionV>
                <wp:extent cx="7246620" cy="0"/>
                <wp:effectExtent l="0" t="19050" r="1143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46620" cy="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7pt,227.75pt" to="498.9pt,2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" strokecolor="#4579b8 [3044]" strokeweight="2.25pt">
                <v:stroke dashstyle="3 1"/>
              </v:line>
            </w:pict>
          </mc:Fallback>
        </mc:AlternateContent>
      </w:r>
      <w:r w:rsidR="002924BA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58FDF9" wp14:editId="451435EA">
                <wp:simplePos x="0" y="0"/>
                <wp:positionH relativeFrom="column">
                  <wp:posOffset>-774700</wp:posOffset>
                </wp:positionH>
                <wp:positionV relativeFrom="paragraph">
                  <wp:posOffset>-641985</wp:posOffset>
                </wp:positionV>
                <wp:extent cx="6987540" cy="3434080"/>
                <wp:effectExtent l="0" t="0" r="22860" b="1397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7540" cy="3434080"/>
                          <a:chOff x="0" y="0"/>
                          <a:chExt cx="6010275" cy="2981325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152400"/>
                            <a:ext cx="5591175" cy="2657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3592" w:rsidRDefault="00393592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proofErr w:type="gramStart"/>
                              <w:r w:rsidRPr="00393592">
                                <w:rPr>
                                  <w:rFonts w:ascii="Jester" w:hAnsi="Jester"/>
                                  <w:sz w:val="32"/>
                                </w:rPr>
                                <w:t>Name :</w:t>
                              </w:r>
                              <w:proofErr w:type="gramEnd"/>
                              <w:r w:rsidRPr="00393592">
                                <w:rPr>
                                  <w:rFonts w:ascii="Jester" w:hAnsi="Jester"/>
                                  <w:sz w:val="32"/>
                                </w:rPr>
                                <w:t xml:space="preserve"> ____________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_______    Grade :________    Date: ____________</w:t>
                              </w:r>
                            </w:p>
                            <w:p w:rsidR="00393592" w:rsidRDefault="00C9598E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Title</w:t>
                              </w:r>
                              <w:proofErr w:type="gramStart"/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:_</w:t>
                              </w:r>
                              <w:proofErr w:type="gramEnd"/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___________________</w:t>
                              </w:r>
                              <w:r w:rsidR="00D363B7">
                                <w:rPr>
                                  <w:rFonts w:ascii="Jester" w:hAnsi="Jester"/>
                                  <w:sz w:val="32"/>
                                </w:rPr>
                                <w:t>_______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Author</w:t>
                              </w:r>
                              <w:proofErr w:type="spellEnd"/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:</w:t>
                              </w:r>
                              <w:r w:rsidR="00393592">
                                <w:rPr>
                                  <w:rFonts w:ascii="Jester" w:hAnsi="Jester"/>
                                  <w:sz w:val="32"/>
                                </w:rPr>
                                <w:t>______________________</w:t>
                              </w:r>
                            </w:p>
                            <w:p w:rsidR="00393592" w:rsidRDefault="00393592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</w:t>
                              </w:r>
                              <w:r w:rsidRPr="000E5760">
                                <w:rPr>
                                  <w:rFonts w:ascii="Jester" w:hAnsi="Jester"/>
                                  <w:b/>
                                  <w:sz w:val="32"/>
                                </w:rPr>
                                <w:t xml:space="preserve">  Fiction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__________  </w:t>
                              </w:r>
                              <w:r w:rsidR="000E5760">
                                <w:rPr>
                                  <w:rFonts w:ascii="Jester" w:hAnsi="Jester"/>
                                  <w:sz w:val="32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</w:t>
                              </w:r>
                              <w:r w:rsidR="000E5760">
                                <w:rPr>
                                  <w:rFonts w:ascii="Jester" w:hAnsi="Jester"/>
                                  <w:sz w:val="32"/>
                                </w:rPr>
                                <w:t>*</w:t>
                              </w:r>
                              <w:proofErr w:type="gramStart"/>
                              <w:r w:rsidR="000E5760">
                                <w:rPr>
                                  <w:rFonts w:ascii="Jester" w:hAnsi="Jester"/>
                                  <w:sz w:val="32"/>
                                </w:rPr>
                                <w:t>*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-</w:t>
                              </w:r>
                              <w:proofErr w:type="gramEnd"/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or - </w:t>
                              </w:r>
                              <w:r w:rsidR="000E5760">
                                <w:rPr>
                                  <w:rFonts w:ascii="Jester" w:hAnsi="Jester"/>
                                  <w:sz w:val="32"/>
                                </w:rPr>
                                <w:t xml:space="preserve"> **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   </w:t>
                              </w:r>
                              <w:r w:rsidRPr="000E5760">
                                <w:rPr>
                                  <w:rFonts w:ascii="Jester" w:hAnsi="Jester"/>
                                  <w:b/>
                                  <w:sz w:val="32"/>
                                </w:rPr>
                                <w:t>Nonfiction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________</w:t>
                              </w:r>
                            </w:p>
                            <w:p w:rsidR="00D363B7" w:rsidRDefault="00D363B7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 AR Quiz?   Yes _______        No _______</w:t>
                              </w:r>
                            </w:p>
                            <w:p w:rsidR="00393592" w:rsidRDefault="00D363B7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  <w:u w:val="single"/>
                                </w:rPr>
                                <w:t>Brief Summary:</w:t>
                              </w:r>
                            </w:p>
                            <w:p w:rsidR="00393592" w:rsidRDefault="00393592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D363B7" w:rsidRDefault="00D363B7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D363B7" w:rsidRDefault="00D363B7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D363B7" w:rsidRDefault="00D363B7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4F1B58" w:rsidRDefault="004F1B58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4F1B58" w:rsidRDefault="004F1B58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393592" w:rsidRDefault="00393592">
                              <w:pPr>
                                <w:rPr>
                                  <w:rFonts w:ascii="Jester" w:hAnsi="Jester"/>
                                  <w:sz w:val="20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Star Rating!   1-5 </w:t>
                              </w:r>
                              <w:r w:rsidRPr="009E0CC9">
                                <w:rPr>
                                  <w:rFonts w:ascii="Jester" w:hAnsi="Jester"/>
                                  <w:sz w:val="20"/>
                                </w:rPr>
                                <w:t xml:space="preserve">(5 is the best!!!)  </w:t>
                              </w:r>
                            </w:p>
                            <w:p w:rsidR="00393592" w:rsidRDefault="00393592">
                              <w:pPr>
                                <w:rPr>
                                  <w:rFonts w:ascii="Jester" w:hAnsi="Jester"/>
                                  <w:sz w:val="20"/>
                                </w:rPr>
                              </w:pPr>
                            </w:p>
                            <w:p w:rsidR="00D363B7" w:rsidRDefault="00D363B7">
                              <w:pPr>
                                <w:rPr>
                                  <w:rFonts w:ascii="Jester" w:hAnsi="Jester"/>
                                  <w:sz w:val="20"/>
                                </w:rPr>
                              </w:pPr>
                            </w:p>
                            <w:p w:rsidR="00D363B7" w:rsidRPr="00393592" w:rsidRDefault="00D363B7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6010275" cy="29813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28" style="position:absolute;margin-left:-61pt;margin-top:-50.55pt;width:550.2pt;height:270.4pt;z-index:251669504;mso-width-relative:margin;mso-height-relative:margin" coordsize="60102,29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">
                <v:shape id="_x0000_s1029" type="#_x0000_t202" style="position:absolute;left:2286;top:1524;width:55911;height:26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Jw7MUA&#10;AADcAAAADwAAAGRycy9kb3ducmV2LnhtbESPQWvCQBSE74L/YXkFb7ppK1pSVxFbrQcRkurB2yP7&#10;mgSzb0N21dRf7wqCx2G+mWEms9ZU4kyNKy0reB1EIIgzq0vOFex+l/0PEM4ja6wsk4J/cjCbdjsT&#10;jLW9cELn1OcilLCLUUHhfR1L6bKCDLqBrYmD92cbgz7IJpe6wUsoN5V8i6KRNFhyWCiwpkVB2TE9&#10;GQXbH97jdsgB+d6nyfDwtVnJq1K9l3b+CcJT65/wI73WCt6jMdzPhCM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wnDsxQAAANwAAAAPAAAAAAAAAAAAAAAAAJgCAABkcnMv&#10;ZG93bnJldi54bWxQSwUGAAAAAAQABAD1AAAAigMAAAAA&#10;" strokeweight="2.25pt">
                  <v:stroke dashstyle="3 1"/>
                  <v:textbox>
                    <w:txbxContent>
                      <w:p w:rsidR="00393592" w:rsidRDefault="00393592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proofErr w:type="gramStart"/>
                        <w:r w:rsidRPr="00393592">
                          <w:rPr>
                            <w:rFonts w:ascii="Jester" w:hAnsi="Jester"/>
                            <w:sz w:val="32"/>
                          </w:rPr>
                          <w:t>Name :</w:t>
                        </w:r>
                        <w:proofErr w:type="gramEnd"/>
                        <w:r w:rsidRPr="00393592">
                          <w:rPr>
                            <w:rFonts w:ascii="Jester" w:hAnsi="Jester"/>
                            <w:sz w:val="32"/>
                          </w:rPr>
                          <w:t xml:space="preserve"> ____________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>_______    Grade :________    Date: ____________</w:t>
                        </w:r>
                      </w:p>
                      <w:p w:rsidR="00393592" w:rsidRDefault="00C9598E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proofErr w:type="spellStart"/>
                        <w:r>
                          <w:rPr>
                            <w:rFonts w:ascii="Jester" w:hAnsi="Jester"/>
                            <w:sz w:val="32"/>
                          </w:rPr>
                          <w:t>Title</w:t>
                        </w:r>
                        <w:proofErr w:type="gramStart"/>
                        <w:r>
                          <w:rPr>
                            <w:rFonts w:ascii="Jester" w:hAnsi="Jester"/>
                            <w:sz w:val="32"/>
                          </w:rPr>
                          <w:t>:_</w:t>
                        </w:r>
                        <w:proofErr w:type="gramEnd"/>
                        <w:r>
                          <w:rPr>
                            <w:rFonts w:ascii="Jester" w:hAnsi="Jester"/>
                            <w:sz w:val="32"/>
                          </w:rPr>
                          <w:t>___________________</w:t>
                        </w:r>
                        <w:r w:rsidR="00D363B7">
                          <w:rPr>
                            <w:rFonts w:ascii="Jester" w:hAnsi="Jester"/>
                            <w:sz w:val="32"/>
                          </w:rPr>
                          <w:t>_______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>Author</w:t>
                        </w:r>
                        <w:proofErr w:type="spellEnd"/>
                        <w:r>
                          <w:rPr>
                            <w:rFonts w:ascii="Jester" w:hAnsi="Jester"/>
                            <w:sz w:val="32"/>
                          </w:rPr>
                          <w:t>:</w:t>
                        </w:r>
                        <w:r w:rsidR="00393592">
                          <w:rPr>
                            <w:rFonts w:ascii="Jester" w:hAnsi="Jester"/>
                            <w:sz w:val="32"/>
                          </w:rPr>
                          <w:t>______________________</w:t>
                        </w:r>
                      </w:p>
                      <w:p w:rsidR="00393592" w:rsidRDefault="00393592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 xml:space="preserve">   </w:t>
                        </w:r>
                        <w:r w:rsidRPr="000E5760">
                          <w:rPr>
                            <w:rFonts w:ascii="Jester" w:hAnsi="Jester"/>
                            <w:b/>
                            <w:sz w:val="32"/>
                          </w:rPr>
                          <w:t xml:space="preserve">  Fiction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__________  </w:t>
                        </w:r>
                        <w:r w:rsidR="000E5760">
                          <w:rPr>
                            <w:rFonts w:ascii="Jester" w:hAnsi="Jester"/>
                            <w:sz w:val="32"/>
                          </w:rPr>
                          <w:t xml:space="preserve">    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</w:t>
                        </w:r>
                        <w:r w:rsidR="000E5760">
                          <w:rPr>
                            <w:rFonts w:ascii="Jester" w:hAnsi="Jester"/>
                            <w:sz w:val="32"/>
                          </w:rPr>
                          <w:t>*</w:t>
                        </w:r>
                        <w:proofErr w:type="gramStart"/>
                        <w:r w:rsidR="000E5760">
                          <w:rPr>
                            <w:rFonts w:ascii="Jester" w:hAnsi="Jester"/>
                            <w:sz w:val="32"/>
                          </w:rPr>
                          <w:t>*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 -</w:t>
                        </w:r>
                        <w:proofErr w:type="gramEnd"/>
                        <w:r>
                          <w:rPr>
                            <w:rFonts w:ascii="Jester" w:hAnsi="Jester"/>
                            <w:sz w:val="32"/>
                          </w:rPr>
                          <w:t xml:space="preserve"> or - </w:t>
                        </w:r>
                        <w:r w:rsidR="000E5760">
                          <w:rPr>
                            <w:rFonts w:ascii="Jester" w:hAnsi="Jester"/>
                            <w:sz w:val="32"/>
                          </w:rPr>
                          <w:t xml:space="preserve"> **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     </w:t>
                        </w:r>
                        <w:r w:rsidRPr="000E5760">
                          <w:rPr>
                            <w:rFonts w:ascii="Jester" w:hAnsi="Jester"/>
                            <w:b/>
                            <w:sz w:val="32"/>
                          </w:rPr>
                          <w:t>Nonfiction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________</w:t>
                        </w:r>
                      </w:p>
                      <w:p w:rsidR="00D363B7" w:rsidRDefault="00D363B7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 xml:space="preserve">    AR Quiz?   Yes _______        No _______</w:t>
                        </w:r>
                      </w:p>
                      <w:p w:rsidR="00393592" w:rsidRDefault="00D363B7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  <w:u w:val="single"/>
                          </w:rPr>
                          <w:t>Brief Summary:</w:t>
                        </w:r>
                      </w:p>
                      <w:p w:rsidR="00393592" w:rsidRDefault="00393592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D363B7" w:rsidRDefault="00D363B7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D363B7" w:rsidRDefault="00D363B7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D363B7" w:rsidRDefault="00D363B7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4F1B58" w:rsidRDefault="004F1B58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4F1B58" w:rsidRDefault="004F1B58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393592" w:rsidRDefault="00393592">
                        <w:pPr>
                          <w:rPr>
                            <w:rFonts w:ascii="Jester" w:hAnsi="Jester"/>
                            <w:sz w:val="20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 xml:space="preserve">Star Rating!   1-5 </w:t>
                        </w:r>
                        <w:r w:rsidRPr="009E0CC9">
                          <w:rPr>
                            <w:rFonts w:ascii="Jester" w:hAnsi="Jester"/>
                            <w:sz w:val="20"/>
                          </w:rPr>
                          <w:t xml:space="preserve">(5 is the best!!!)  </w:t>
                        </w:r>
                      </w:p>
                      <w:p w:rsidR="00393592" w:rsidRDefault="00393592">
                        <w:pPr>
                          <w:rPr>
                            <w:rFonts w:ascii="Jester" w:hAnsi="Jester"/>
                            <w:sz w:val="20"/>
                          </w:rPr>
                        </w:pPr>
                      </w:p>
                      <w:p w:rsidR="00D363B7" w:rsidRDefault="00D363B7">
                        <w:pPr>
                          <w:rPr>
                            <w:rFonts w:ascii="Jester" w:hAnsi="Jester"/>
                            <w:sz w:val="20"/>
                          </w:rPr>
                        </w:pPr>
                      </w:p>
                      <w:p w:rsidR="00D363B7" w:rsidRPr="00393592" w:rsidRDefault="00D363B7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</w:txbxContent>
                  </v:textbox>
                </v:shape>
                <v:rect id="Rectangle 6" o:spid="_x0000_s1030" style="position:absolute;width:60102;height:29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UwMQA&#10;AADaAAAADwAAAGRycy9kb3ducmV2LnhtbESPT2sCMRTE7wW/Q3iCF9FsPUhZjSKCuggt1D8Hb4/N&#10;c7O4eQmbVNdvbwqFHoeZ+Q0zX3a2EXdqQ+1Ywfs4A0FcOl1zpeB03Iw+QISIrLFxTAqeFGC56L3N&#10;Mdfuwd90P8RKJAiHHBWYGH0uZSgNWQxj54mTd3WtxZhkW0nd4iPBbSMnWTaVFmtOCwY9rQ2Vt8OP&#10;VbDZmeFK7j/PvghfVzsp/HY3vCg16HerGYhIXfwP/7ULrWAKv1fSD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slMDEAAAA2gAAAA8AAAAAAAAAAAAAAAAAmAIAAGRycy9k&#10;b3ducmV2LnhtbFBLBQYAAAAABAAEAPUAAACJAwAAAAA=&#10;" filled="f" strokecolor="black [3213]" strokeweight="2pt"/>
              </v:group>
            </w:pict>
          </mc:Fallback>
        </mc:AlternateContent>
      </w:r>
      <w:r w:rsidR="000E576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414B8D" wp14:editId="56FC19FE">
                <wp:simplePos x="0" y="0"/>
                <wp:positionH relativeFrom="column">
                  <wp:posOffset>3076575</wp:posOffset>
                </wp:positionH>
                <wp:positionV relativeFrom="paragraph">
                  <wp:posOffset>1504950</wp:posOffset>
                </wp:positionV>
                <wp:extent cx="323850" cy="276225"/>
                <wp:effectExtent l="38100" t="38100" r="38100" b="47625"/>
                <wp:wrapNone/>
                <wp:docPr id="4" name="5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76225"/>
                        </a:xfrm>
                        <a:prstGeom prst="star5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4" o:spid="_x0000_s1026" style="position:absolute;margin-left:242.25pt;margin-top:118.5pt;width:25.5pt;height:21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" path="m,105508r123700,1l161925,r38225,105509l323850,105508,223774,170716r38226,105508l161925,211016,61850,276224,100076,170716,,105508xe" filled="f" strokecolor="black [3213]">
                <v:path arrowok="t" o:connecttype="custom" o:connectlocs="0,105508;123700,105509;161925,0;200150,105509;323850,105508;223774,170716;262000,276224;161925,211016;61850,276224;100076,170716;0,105508" o:connectangles="0,0,0,0,0,0,0,0,0,0,0"/>
              </v:shape>
            </w:pict>
          </mc:Fallback>
        </mc:AlternateContent>
      </w:r>
      <w:r w:rsidR="000E576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7E00D7" wp14:editId="1CF2EA3C">
                <wp:simplePos x="0" y="0"/>
                <wp:positionH relativeFrom="column">
                  <wp:posOffset>2819400</wp:posOffset>
                </wp:positionH>
                <wp:positionV relativeFrom="paragraph">
                  <wp:posOffset>1495425</wp:posOffset>
                </wp:positionV>
                <wp:extent cx="323850" cy="276225"/>
                <wp:effectExtent l="38100" t="38100" r="38100" b="47625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76225"/>
                        </a:xfrm>
                        <a:prstGeom prst="star5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5" o:spid="_x0000_s1026" style="position:absolute;margin-left:222pt;margin-top:117.75pt;width:25.5pt;height:2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" path="m,105508r123700,1l161925,r38225,105509l323850,105508,223774,170716r38226,105508l161925,211016,61850,276224,100076,170716,,105508xe" filled="f" strokecolor="black [3213]">
                <v:path arrowok="t" o:connecttype="custom" o:connectlocs="0,105508;123700,105509;161925,0;200150,105509;323850,105508;223774,170716;262000,276224;161925,211016;61850,276224;100076,170716;0,105508" o:connectangles="0,0,0,0,0,0,0,0,0,0,0"/>
              </v:shape>
            </w:pict>
          </mc:Fallback>
        </mc:AlternateContent>
      </w:r>
      <w:r w:rsidR="000E576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10C721" wp14:editId="54B413D4">
                <wp:simplePos x="0" y="0"/>
                <wp:positionH relativeFrom="column">
                  <wp:posOffset>2514600</wp:posOffset>
                </wp:positionH>
                <wp:positionV relativeFrom="paragraph">
                  <wp:posOffset>1504950</wp:posOffset>
                </wp:positionV>
                <wp:extent cx="323850" cy="276225"/>
                <wp:effectExtent l="38100" t="38100" r="38100" b="47625"/>
                <wp:wrapNone/>
                <wp:docPr id="3" name="5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76225"/>
                        </a:xfrm>
                        <a:prstGeom prst="star5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" o:spid="_x0000_s1026" style="position:absolute;margin-left:198pt;margin-top:118.5pt;width:25.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" path="m,105508r123700,1l161925,r38225,105509l323850,105508,223774,170716r38226,105508l161925,211016,61850,276224,100076,170716,,105508xe" filled="f" strokecolor="black [3213]">
                <v:path arrowok="t" o:connecttype="custom" o:connectlocs="0,105508;123700,105509;161925,0;200150,105509;323850,105508;223774,170716;262000,276224;161925,211016;61850,276224;100076,170716;0,105508" o:connectangles="0,0,0,0,0,0,0,0,0,0,0"/>
              </v:shape>
            </w:pict>
          </mc:Fallback>
        </mc:AlternateContent>
      </w:r>
      <w:r w:rsidR="000E576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6999DD" wp14:editId="3D4071B3">
                <wp:simplePos x="0" y="0"/>
                <wp:positionH relativeFrom="column">
                  <wp:posOffset>2238375</wp:posOffset>
                </wp:positionH>
                <wp:positionV relativeFrom="paragraph">
                  <wp:posOffset>1495425</wp:posOffset>
                </wp:positionV>
                <wp:extent cx="323850" cy="276225"/>
                <wp:effectExtent l="38100" t="38100" r="38100" b="4762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76225"/>
                        </a:xfrm>
                        <a:prstGeom prst="star5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2" o:spid="_x0000_s1026" style="position:absolute;margin-left:176.25pt;margin-top:117.75pt;width:25.5pt;height:2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" path="m,105508r123700,1l161925,r38225,105509l323850,105508,223774,170716r38226,105508l161925,211016,61850,276224,100076,170716,,105508xe" filled="f" strokecolor="black [3213]">
                <v:path arrowok="t" o:connecttype="custom" o:connectlocs="0,105508;123700,105509;161925,0;200150,105509;323850,105508;223774,170716;262000,276224;161925,211016;61850,276224;100076,170716;0,105508" o:connectangles="0,0,0,0,0,0,0,0,0,0,0"/>
              </v:shape>
            </w:pict>
          </mc:Fallback>
        </mc:AlternateContent>
      </w:r>
      <w:r w:rsidR="000E576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56C5A1" wp14:editId="57E89704">
                <wp:simplePos x="0" y="0"/>
                <wp:positionH relativeFrom="column">
                  <wp:posOffset>1981200</wp:posOffset>
                </wp:positionH>
                <wp:positionV relativeFrom="paragraph">
                  <wp:posOffset>1495425</wp:posOffset>
                </wp:positionV>
                <wp:extent cx="323850" cy="276225"/>
                <wp:effectExtent l="38100" t="38100" r="38100" b="47625"/>
                <wp:wrapNone/>
                <wp:docPr id="1" name="5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76225"/>
                        </a:xfrm>
                        <a:prstGeom prst="star5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" o:spid="_x0000_s1026" style="position:absolute;margin-left:156pt;margin-top:117.75pt;width:25.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" path="m,105508r123700,1l161925,r38225,105509l323850,105508,223774,170716r38226,105508l161925,211016,61850,276224,100076,170716,,105508xe" filled="f" strokecolor="black [3213]">
                <v:path arrowok="t" o:connecttype="custom" o:connectlocs="0,105508;123700,105509;161925,0;200150,105509;323850,105508;223774,170716;262000,276224;161925,211016;61850,276224;100076,170716;0,105508" o:connectangles="0,0,0,0,0,0,0,0,0,0,0"/>
              </v:shape>
            </w:pict>
          </mc:Fallback>
        </mc:AlternateContent>
      </w:r>
    </w:p>
    <w:sectPr w:rsidR="006F76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ester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592"/>
    <w:rsid w:val="0001337F"/>
    <w:rsid w:val="000E5760"/>
    <w:rsid w:val="002924BA"/>
    <w:rsid w:val="00393592"/>
    <w:rsid w:val="004F1B58"/>
    <w:rsid w:val="005F6892"/>
    <w:rsid w:val="006F7602"/>
    <w:rsid w:val="00871833"/>
    <w:rsid w:val="009E0CC9"/>
    <w:rsid w:val="00C9598E"/>
    <w:rsid w:val="00D3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57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93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35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57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93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3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5D4FBC7</Template>
  <TotalTime>6</TotalTime>
  <Pages>1</Pages>
  <Words>0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CCGAFaculty17</dc:creator>
  <cp:lastModifiedBy>CCGAFaculty17</cp:lastModifiedBy>
  <cp:revision>6</cp:revision>
  <cp:lastPrinted>2011-08-25T15:15:00Z</cp:lastPrinted>
  <dcterms:created xsi:type="dcterms:W3CDTF">2011-09-06T15:49:00Z</dcterms:created>
  <dcterms:modified xsi:type="dcterms:W3CDTF">2011-09-06T15:55:00Z</dcterms:modified>
</cp:coreProperties>
</file>